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16" w:rsidRPr="00416373" w:rsidRDefault="00F96016" w:rsidP="00603541">
      <w:pPr>
        <w:spacing w:after="0" w:line="240" w:lineRule="auto"/>
        <w:jc w:val="both"/>
        <w:rPr>
          <w:rFonts w:ascii="Cambria" w:hAnsi="Cambria" w:cs="Arial"/>
          <w:i/>
        </w:rPr>
      </w:pPr>
      <w:r w:rsidRPr="00416373">
        <w:rPr>
          <w:rFonts w:ascii="Cambria" w:hAnsi="Cambria" w:cs="Arial"/>
          <w:i/>
        </w:rPr>
        <w:t>Załącznik nr 1 do regulaminu Konkursu „</w:t>
      </w:r>
      <w:r>
        <w:rPr>
          <w:rFonts w:ascii="Cambria" w:hAnsi="Cambria" w:cs="Arial"/>
          <w:i/>
          <w:smallCaps/>
        </w:rPr>
        <w:t>START- MŁODZI przedsiębiorcy</w:t>
      </w:r>
      <w:r w:rsidRPr="00416373">
        <w:rPr>
          <w:rFonts w:ascii="Cambria" w:hAnsi="Cambria" w:cs="Arial"/>
          <w:i/>
        </w:rPr>
        <w:t>”</w:t>
      </w:r>
    </w:p>
    <w:p w:rsidR="00F96016" w:rsidRPr="00416373" w:rsidRDefault="00F96016" w:rsidP="00E7035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F96016" w:rsidRPr="00416373" w:rsidRDefault="00F96016" w:rsidP="00E7035F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</w:p>
    <w:p w:rsidR="00F96016" w:rsidRPr="00416373" w:rsidRDefault="00F96016" w:rsidP="00E7035F">
      <w:pPr>
        <w:spacing w:after="0" w:line="240" w:lineRule="auto"/>
        <w:jc w:val="center"/>
        <w:rPr>
          <w:rFonts w:ascii="Cambria" w:hAnsi="Cambria" w:cs="Arial"/>
          <w:sz w:val="24"/>
          <w:szCs w:val="24"/>
        </w:rPr>
      </w:pPr>
      <w:r w:rsidRPr="00416373">
        <w:rPr>
          <w:rFonts w:ascii="Cambria" w:hAnsi="Cambria" w:cs="Arial"/>
          <w:b/>
          <w:sz w:val="24"/>
          <w:szCs w:val="24"/>
        </w:rPr>
        <w:t>FORMULARZ ZGŁOSZENIOWY</w:t>
      </w:r>
    </w:p>
    <w:tbl>
      <w:tblPr>
        <w:tblW w:w="9657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37"/>
        <w:gridCol w:w="20"/>
      </w:tblGrid>
      <w:tr w:rsidR="00F96016" w:rsidRPr="007A35ED">
        <w:tc>
          <w:tcPr>
            <w:tcW w:w="9637" w:type="dxa"/>
          </w:tcPr>
          <w:p w:rsidR="00F96016" w:rsidRPr="007A35ED" w:rsidRDefault="00F96016" w:rsidP="00A80259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7A35ED">
              <w:rPr>
                <w:rFonts w:ascii="Cambria" w:hAnsi="Cambria" w:cs="Arial"/>
                <w:b/>
                <w:sz w:val="24"/>
                <w:szCs w:val="24"/>
              </w:rPr>
              <w:t>KONKURS „</w:t>
            </w:r>
            <w:r>
              <w:rPr>
                <w:rFonts w:ascii="Cambria" w:hAnsi="Cambria" w:cs="Arial"/>
                <w:i/>
                <w:smallCaps/>
                <w:sz w:val="24"/>
                <w:szCs w:val="24"/>
              </w:rPr>
              <w:t>Start – młodzi przedsiębiorcy</w:t>
            </w:r>
            <w:r w:rsidRPr="007A35ED">
              <w:rPr>
                <w:rFonts w:ascii="Cambria" w:hAnsi="Cambria" w:cs="Arial"/>
                <w:i/>
                <w:sz w:val="24"/>
                <w:szCs w:val="24"/>
              </w:rPr>
              <w:t>”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212"/>
            </w:tblGrid>
            <w:tr w:rsidR="00F96016" w:rsidRPr="007A35ED">
              <w:tc>
                <w:tcPr>
                  <w:tcW w:w="9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Default="00F96016" w:rsidP="00A80259">
            <w:pPr>
              <w:spacing w:after="0" w:line="240" w:lineRule="auto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Imię Nazwisko i adres zameldowania (</w:t>
            </w: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>ulica, nr domu/mieszkania, kod pocztowy,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miejscowość, </w:t>
            </w:r>
          </w:p>
          <w:p w:rsidR="00F96016" w:rsidRPr="00A80259" w:rsidRDefault="00F96016" w:rsidP="00A8025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województwo) </w:t>
            </w:r>
            <w:r w:rsidRPr="00A80259">
              <w:rPr>
                <w:rFonts w:ascii="Cambria" w:hAnsi="Cambria" w:cs="Arial"/>
                <w:sz w:val="20"/>
                <w:szCs w:val="20"/>
              </w:rPr>
              <w:t xml:space="preserve">– osoby zgłaszającej się do konkursu </w:t>
            </w:r>
          </w:p>
          <w:p w:rsidR="00F96016" w:rsidRDefault="00F96016" w:rsidP="00603541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181"/>
            </w:tblGrid>
            <w:tr w:rsidR="00F96016">
              <w:trPr>
                <w:trHeight w:val="1624"/>
              </w:trPr>
              <w:tc>
                <w:tcPr>
                  <w:tcW w:w="9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016" w:rsidRDefault="00F96016" w:rsidP="00A80259">
                  <w:pPr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Default="00F96016" w:rsidP="00A80259">
                  <w:pPr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Default="00F96016" w:rsidP="00A80259">
                  <w:pPr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Default="00F96016" w:rsidP="00A80259">
            <w:pPr>
              <w:spacing w:after="0" w:line="240" w:lineRule="auto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Imię Nazwisko i adres zameldowania (</w:t>
            </w: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>ulica, nr domu/mieszkania, kod pocztowy,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miejscowość, </w:t>
            </w:r>
          </w:p>
          <w:p w:rsidR="00F96016" w:rsidRPr="00A80259" w:rsidRDefault="00F96016" w:rsidP="00A8025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województwo) </w:t>
            </w:r>
            <w:r w:rsidRPr="00A80259">
              <w:rPr>
                <w:rFonts w:ascii="Cambria" w:hAnsi="Cambria" w:cs="Arial"/>
                <w:sz w:val="20"/>
                <w:szCs w:val="20"/>
              </w:rPr>
              <w:t xml:space="preserve">– osoby zgłaszającej się do konkursu </w:t>
            </w:r>
          </w:p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212"/>
            </w:tblGrid>
            <w:tr w:rsidR="00F96016" w:rsidRPr="007A35ED">
              <w:tc>
                <w:tcPr>
                  <w:tcW w:w="9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PESEL – osoby zgłaszającej się do konkursu</w:t>
            </w:r>
          </w:p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181"/>
            </w:tblGrid>
            <w:tr w:rsidR="00F96016" w:rsidRPr="00A80259">
              <w:trPr>
                <w:trHeight w:val="714"/>
              </w:trPr>
              <w:tc>
                <w:tcPr>
                  <w:tcW w:w="9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016" w:rsidRPr="00A80259" w:rsidRDefault="00F96016" w:rsidP="00A80259">
                  <w:pPr>
                    <w:jc w:val="both"/>
                    <w:rPr>
                      <w:rFonts w:ascii="Cambria" w:hAnsi="Cambria" w:cs="Arial"/>
                      <w:sz w:val="20"/>
                      <w:szCs w:val="20"/>
                    </w:rPr>
                  </w:pPr>
                </w:p>
              </w:tc>
            </w:tr>
          </w:tbl>
          <w:p w:rsidR="00F96016" w:rsidRPr="00A80259" w:rsidRDefault="00F96016" w:rsidP="00A8025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PESEL – osoby zgłaszającej się do konkursu</w:t>
            </w:r>
          </w:p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212"/>
            </w:tblGrid>
            <w:tr w:rsidR="00F96016" w:rsidRPr="007A35ED">
              <w:tc>
                <w:tcPr>
                  <w:tcW w:w="9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Numer telefonu do kontaktu w sprawie konkursu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212"/>
            </w:tblGrid>
            <w:tr w:rsidR="00F96016" w:rsidRPr="007A35ED">
              <w:tc>
                <w:tcPr>
                  <w:tcW w:w="9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Adres e-mail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212"/>
            </w:tblGrid>
            <w:tr w:rsidR="00F96016" w:rsidRPr="007A35ED">
              <w:tc>
                <w:tcPr>
                  <w:tcW w:w="9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Nazwa i adres szkoły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  <w:tbl>
            <w:tblPr>
              <w:tblW w:w="9634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634"/>
            </w:tblGrid>
            <w:tr w:rsidR="00F96016" w:rsidRPr="007A35ED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96016" w:rsidRPr="007A35ED" w:rsidRDefault="00F96016" w:rsidP="005A5F99">
                  <w:pPr>
                    <w:spacing w:after="0" w:line="240" w:lineRule="auto"/>
                    <w:jc w:val="both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F96016" w:rsidRPr="00A80259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80259">
              <w:rPr>
                <w:rFonts w:ascii="Cambria" w:hAnsi="Cambria" w:cs="Arial"/>
                <w:sz w:val="20"/>
                <w:szCs w:val="20"/>
              </w:rPr>
              <w:t>Nazwa/ Tytuł planowanego przedsięwzięcia/ projektu biznesowego zgłaszanego do Konkursu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7A35ED">
              <w:rPr>
                <w:rFonts w:ascii="Cambria" w:hAnsi="Cambria" w:cs="Arial"/>
                <w:i/>
                <w:sz w:val="24"/>
                <w:szCs w:val="24"/>
              </w:rPr>
              <w:t xml:space="preserve">                                                     </w:t>
            </w:r>
          </w:p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" w:type="dxa"/>
          </w:tcPr>
          <w:p w:rsidR="00F96016" w:rsidRPr="007A35ED" w:rsidRDefault="00F96016" w:rsidP="005A5F99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</w:p>
        </w:tc>
      </w:tr>
    </w:tbl>
    <w:p w:rsidR="00F96016" w:rsidRDefault="00F96016" w:rsidP="00E7035F">
      <w:pPr>
        <w:spacing w:after="0" w:line="240" w:lineRule="auto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</w:p>
    <w:p w:rsidR="00F96016" w:rsidRDefault="00F96016" w:rsidP="006F3ECA">
      <w:pPr>
        <w:spacing w:after="0"/>
        <w:jc w:val="center"/>
        <w:rPr>
          <w:rFonts w:ascii="Cambria" w:eastAsia="Arial Unicode MS" w:hAnsi="Cambria" w:cs="Arial"/>
          <w:i/>
          <w:smallCaps/>
          <w:kern w:val="2"/>
          <w:sz w:val="28"/>
          <w:szCs w:val="28"/>
          <w:lang w:eastAsia="ar-SA"/>
        </w:rPr>
      </w:pPr>
    </w:p>
    <w:p w:rsidR="00F96016" w:rsidRPr="006F3ECA" w:rsidRDefault="00F96016" w:rsidP="006F3ECA">
      <w:pPr>
        <w:spacing w:after="0"/>
        <w:jc w:val="center"/>
        <w:rPr>
          <w:rFonts w:ascii="Cambria" w:eastAsia="Arial Unicode MS" w:hAnsi="Cambria" w:cs="Arial"/>
          <w:i/>
          <w:smallCaps/>
          <w:kern w:val="2"/>
          <w:sz w:val="28"/>
          <w:szCs w:val="28"/>
          <w:lang w:eastAsia="ar-SA"/>
        </w:rPr>
      </w:pPr>
      <w:r w:rsidRPr="006F3ECA">
        <w:rPr>
          <w:rFonts w:ascii="Cambria" w:eastAsia="Arial Unicode MS" w:hAnsi="Cambria" w:cs="Arial"/>
          <w:i/>
          <w:smallCaps/>
          <w:kern w:val="2"/>
          <w:sz w:val="28"/>
          <w:szCs w:val="28"/>
          <w:lang w:eastAsia="ar-SA"/>
        </w:rPr>
        <w:t>Zgoda na przetwarzanie danych osobowych</w:t>
      </w:r>
    </w:p>
    <w:p w:rsidR="00F96016" w:rsidRDefault="00F96016" w:rsidP="006F3ECA">
      <w:p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</w:p>
    <w:p w:rsidR="00F96016" w:rsidRPr="00416373" w:rsidRDefault="00F96016" w:rsidP="00A80259">
      <w:pPr>
        <w:spacing w:after="0"/>
        <w:jc w:val="both"/>
        <w:rPr>
          <w:rFonts w:ascii="Cambria" w:hAnsi="Cambria" w:cs="Arial"/>
          <w:i/>
          <w:sz w:val="24"/>
          <w:szCs w:val="24"/>
          <w:lang w:eastAsia="en-US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 xml:space="preserve">W związku z przystąpieniem do </w:t>
      </w:r>
      <w:r w:rsidRPr="00416373">
        <w:rPr>
          <w:rFonts w:ascii="Cambria" w:eastAsia="Arial Unicode MS" w:hAnsi="Cambria" w:cs="Arial"/>
          <w:i/>
          <w:kern w:val="2"/>
          <w:sz w:val="24"/>
          <w:szCs w:val="24"/>
          <w:lang w:eastAsia="ar-SA"/>
        </w:rPr>
        <w:t xml:space="preserve">Konkursu </w:t>
      </w:r>
      <w:r>
        <w:rPr>
          <w:rFonts w:ascii="Cambria" w:eastAsia="Arial Unicode MS" w:hAnsi="Cambria" w:cs="Arial"/>
          <w:i/>
          <w:kern w:val="2"/>
          <w:sz w:val="24"/>
          <w:szCs w:val="24"/>
          <w:lang w:eastAsia="ar-SA"/>
        </w:rPr>
        <w:t>„</w:t>
      </w:r>
      <w:r>
        <w:rPr>
          <w:rFonts w:ascii="Cambria" w:hAnsi="Cambria" w:cs="Arial"/>
          <w:i/>
          <w:smallCaps/>
          <w:sz w:val="24"/>
          <w:szCs w:val="24"/>
        </w:rPr>
        <w:t>start – młodzi przedsiębiorcy</w:t>
      </w:r>
      <w:r w:rsidRPr="00416373">
        <w:rPr>
          <w:rFonts w:ascii="Cambria" w:hAnsi="Cambria" w:cs="Arial"/>
          <w:i/>
          <w:sz w:val="24"/>
          <w:szCs w:val="24"/>
        </w:rPr>
        <w:t xml:space="preserve">” </w:t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wyrażam zgodę na przetwarzanie moich danych osobowych.</w:t>
      </w:r>
    </w:p>
    <w:p w:rsidR="00F96016" w:rsidRPr="00416373" w:rsidRDefault="00F96016" w:rsidP="006F3ECA">
      <w:p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</w:p>
    <w:p w:rsidR="00F96016" w:rsidRPr="00416373" w:rsidRDefault="00F96016" w:rsidP="006F3ECA">
      <w:p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Oświadczam, iż przyjmuje do wiadomości, że:</w:t>
      </w:r>
    </w:p>
    <w:p w:rsidR="00F96016" w:rsidRPr="00416373" w:rsidRDefault="00F96016" w:rsidP="00265C8A">
      <w:pPr>
        <w:numPr>
          <w:ilvl w:val="0"/>
          <w:numId w:val="1"/>
        </w:num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 xml:space="preserve">administratorem tak zebranych danych osobowych jest Powiatowy Urząd Pracy w </w:t>
      </w:r>
      <w:r>
        <w:rPr>
          <w:rFonts w:ascii="Cambria" w:eastAsia="Arial Unicode MS" w:hAnsi="Cambria" w:cs="Arial"/>
          <w:kern w:val="2"/>
          <w:sz w:val="24"/>
          <w:szCs w:val="24"/>
          <w:lang w:eastAsia="ar-SA"/>
        </w:rPr>
        <w:t>Wolsztynie</w:t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;</w:t>
      </w:r>
    </w:p>
    <w:p w:rsidR="00F96016" w:rsidRPr="00416373" w:rsidRDefault="00F96016" w:rsidP="006F3ECA">
      <w:pPr>
        <w:numPr>
          <w:ilvl w:val="0"/>
          <w:numId w:val="1"/>
        </w:num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 xml:space="preserve">moje dane osobowe będą przetwarzane wyłącznie w celu </w:t>
      </w:r>
      <w:r>
        <w:rPr>
          <w:rFonts w:ascii="Cambria" w:eastAsia="Arial Unicode MS" w:hAnsi="Cambria" w:cs="Arial"/>
          <w:kern w:val="2"/>
          <w:sz w:val="24"/>
          <w:szCs w:val="24"/>
          <w:lang w:eastAsia="ar-SA"/>
        </w:rPr>
        <w:t>wyłonienia zwycięzcy oraz promocji Konkursu</w:t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;</w:t>
      </w:r>
    </w:p>
    <w:p w:rsidR="00F96016" w:rsidRPr="00416373" w:rsidRDefault="00F96016" w:rsidP="006F3ECA">
      <w:pPr>
        <w:numPr>
          <w:ilvl w:val="0"/>
          <w:numId w:val="1"/>
        </w:num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 xml:space="preserve">moje dane osobowe mogą zostać udostępnione innym podmiotom w celu </w:t>
      </w:r>
      <w:r>
        <w:rPr>
          <w:rFonts w:ascii="Cambria" w:eastAsia="Arial Unicode MS" w:hAnsi="Cambria" w:cs="Arial"/>
          <w:kern w:val="2"/>
          <w:sz w:val="24"/>
          <w:szCs w:val="24"/>
          <w:lang w:eastAsia="ar-SA"/>
        </w:rPr>
        <w:t>promocji Konkursu</w:t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;</w:t>
      </w:r>
    </w:p>
    <w:p w:rsidR="00F96016" w:rsidRPr="00416373" w:rsidRDefault="00F96016" w:rsidP="006F3ECA">
      <w:pPr>
        <w:numPr>
          <w:ilvl w:val="0"/>
          <w:numId w:val="1"/>
        </w:num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 xml:space="preserve">podanie danych jest dobrowolne, aczkolwiek odmowa ich podania jest równoznaczna z brakiem możliwości </w:t>
      </w:r>
      <w:r>
        <w:rPr>
          <w:rFonts w:ascii="Cambria" w:eastAsia="Arial Unicode MS" w:hAnsi="Cambria" w:cs="Arial"/>
          <w:kern w:val="2"/>
          <w:sz w:val="24"/>
          <w:szCs w:val="24"/>
          <w:lang w:eastAsia="ar-SA"/>
        </w:rPr>
        <w:t>przystąpienia do Konkursu</w:t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;</w:t>
      </w:r>
    </w:p>
    <w:p w:rsidR="00F96016" w:rsidRPr="00416373" w:rsidRDefault="00F96016" w:rsidP="006F3ECA">
      <w:pPr>
        <w:numPr>
          <w:ilvl w:val="0"/>
          <w:numId w:val="1"/>
        </w:num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mam prawo dostępu do treści swoich danych i ich poprawiania.</w:t>
      </w:r>
    </w:p>
    <w:p w:rsidR="00F96016" w:rsidRPr="00416373" w:rsidRDefault="00F96016" w:rsidP="006F3ECA">
      <w:p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</w:p>
    <w:p w:rsidR="00F96016" w:rsidRPr="00416373" w:rsidRDefault="00F96016" w:rsidP="006F3ECA">
      <w:pPr>
        <w:spacing w:after="0"/>
        <w:jc w:val="both"/>
        <w:rPr>
          <w:rFonts w:ascii="Cambria" w:eastAsia="Arial Unicode MS" w:hAnsi="Cambria" w:cs="Arial"/>
          <w:kern w:val="2"/>
          <w:sz w:val="24"/>
          <w:szCs w:val="24"/>
          <w:lang w:eastAsia="ar-SA"/>
        </w:rPr>
      </w:pP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Oświadczam, iż zapoznałam/em się z Regulaminem Uczestnictwa w Konkursie</w:t>
      </w:r>
      <w:r>
        <w:rPr>
          <w:rFonts w:ascii="Cambria" w:eastAsia="Arial Unicode MS" w:hAnsi="Cambria" w:cs="Arial"/>
          <w:kern w:val="2"/>
          <w:sz w:val="24"/>
          <w:szCs w:val="24"/>
          <w:lang w:eastAsia="ar-SA"/>
        </w:rPr>
        <w:br/>
      </w:r>
      <w:r w:rsidRPr="00416373">
        <w:rPr>
          <w:rFonts w:ascii="Cambria" w:eastAsia="Arial Unicode MS" w:hAnsi="Cambria" w:cs="Arial"/>
          <w:kern w:val="2"/>
          <w:sz w:val="24"/>
          <w:szCs w:val="24"/>
          <w:lang w:eastAsia="ar-SA"/>
        </w:rPr>
        <w:t>i przyjmuję go do wiadomości.</w:t>
      </w:r>
    </w:p>
    <w:p w:rsidR="00F96016" w:rsidRPr="00416373" w:rsidRDefault="00F96016" w:rsidP="006F3ECA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F96016" w:rsidRPr="006F3ECA" w:rsidRDefault="00F96016" w:rsidP="006F3ECA">
      <w:pPr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6F3ECA">
      <w:pPr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6F3ECA">
      <w:pPr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6F3ECA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F96016" w:rsidRPr="00DA5E3A" w:rsidRDefault="00F96016" w:rsidP="006F3ECA">
      <w:pPr>
        <w:spacing w:after="0"/>
        <w:jc w:val="both"/>
        <w:rPr>
          <w:rFonts w:ascii="Cambria" w:hAnsi="Cambria" w:cs="Arial"/>
          <w:i/>
          <w:sz w:val="24"/>
          <w:szCs w:val="24"/>
        </w:rPr>
      </w:pPr>
      <w:r w:rsidRPr="00DA5E3A">
        <w:rPr>
          <w:rFonts w:ascii="Cambria" w:hAnsi="Cambria" w:cs="Arial"/>
          <w:i/>
          <w:sz w:val="24"/>
          <w:szCs w:val="24"/>
        </w:rPr>
        <w:t>-----------------------------------</w:t>
      </w:r>
      <w:r w:rsidRPr="00DA5E3A">
        <w:rPr>
          <w:rFonts w:ascii="Cambria" w:hAnsi="Cambria" w:cs="Arial"/>
          <w:i/>
          <w:sz w:val="24"/>
          <w:szCs w:val="24"/>
        </w:rPr>
        <w:tab/>
      </w:r>
      <w:r w:rsidRPr="00DA5E3A">
        <w:rPr>
          <w:rFonts w:ascii="Cambria" w:hAnsi="Cambria" w:cs="Arial"/>
          <w:i/>
          <w:sz w:val="24"/>
          <w:szCs w:val="24"/>
        </w:rPr>
        <w:tab/>
      </w:r>
      <w:r w:rsidRPr="00DA5E3A">
        <w:rPr>
          <w:rFonts w:ascii="Cambria" w:hAnsi="Cambria" w:cs="Arial"/>
          <w:i/>
          <w:sz w:val="24"/>
          <w:szCs w:val="24"/>
        </w:rPr>
        <w:tab/>
        <w:t xml:space="preserve">--------------------------------------------------------Miejscowość i data </w:t>
      </w:r>
      <w:r w:rsidRPr="00DA5E3A">
        <w:rPr>
          <w:rFonts w:ascii="Cambria" w:hAnsi="Cambria" w:cs="Arial"/>
          <w:i/>
          <w:sz w:val="24"/>
          <w:szCs w:val="24"/>
        </w:rPr>
        <w:tab/>
      </w:r>
      <w:r w:rsidRPr="00DA5E3A">
        <w:rPr>
          <w:rFonts w:ascii="Cambria" w:hAnsi="Cambria" w:cs="Arial"/>
          <w:i/>
          <w:sz w:val="24"/>
          <w:szCs w:val="24"/>
        </w:rPr>
        <w:tab/>
      </w:r>
      <w:r w:rsidRPr="00DA5E3A">
        <w:rPr>
          <w:rFonts w:ascii="Cambria" w:hAnsi="Cambria" w:cs="Arial"/>
          <w:i/>
          <w:sz w:val="24"/>
          <w:szCs w:val="24"/>
        </w:rPr>
        <w:tab/>
      </w:r>
      <w:r w:rsidRPr="00DA5E3A">
        <w:rPr>
          <w:rFonts w:ascii="Cambria" w:hAnsi="Cambria" w:cs="Arial"/>
          <w:i/>
          <w:sz w:val="24"/>
          <w:szCs w:val="24"/>
        </w:rPr>
        <w:tab/>
        <w:t>Czytelny podpis uczestnika konkursu</w:t>
      </w:r>
    </w:p>
    <w:p w:rsidR="00F96016" w:rsidRPr="006F3ECA" w:rsidRDefault="00F96016" w:rsidP="006F3ECA">
      <w:pPr>
        <w:spacing w:after="0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Pr="006F3ECA" w:rsidRDefault="00F96016" w:rsidP="00E7035F">
      <w:pPr>
        <w:spacing w:after="0" w:line="240" w:lineRule="auto"/>
        <w:ind w:left="4248"/>
        <w:jc w:val="both"/>
        <w:rPr>
          <w:rFonts w:ascii="Cambria" w:hAnsi="Cambria" w:cs="Arial"/>
          <w:b/>
          <w:sz w:val="24"/>
          <w:szCs w:val="24"/>
        </w:rPr>
      </w:pPr>
    </w:p>
    <w:p w:rsidR="00F96016" w:rsidRDefault="00F9601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96016" w:rsidRDefault="00F9601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96016" w:rsidRDefault="00F96016" w:rsidP="00E7035F">
      <w:pPr>
        <w:spacing w:after="0" w:line="240" w:lineRule="auto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F96016" w:rsidRDefault="00F96016" w:rsidP="00E7035F">
      <w:pPr>
        <w:spacing w:after="0" w:line="240" w:lineRule="auto"/>
        <w:jc w:val="both"/>
        <w:rPr>
          <w:rFonts w:ascii="Arial" w:hAnsi="Arial" w:cs="Arial"/>
          <w:i/>
        </w:rPr>
      </w:pPr>
    </w:p>
    <w:sectPr w:rsidR="00F96016" w:rsidSect="009D04D8">
      <w:headerReference w:type="default" r:id="rId7"/>
      <w:pgSz w:w="11906" w:h="16838"/>
      <w:pgMar w:top="1417" w:right="1417" w:bottom="851" w:left="1418" w:header="708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016" w:rsidRDefault="00F96016" w:rsidP="00387E1F">
      <w:pPr>
        <w:spacing w:after="0" w:line="240" w:lineRule="auto"/>
      </w:pPr>
      <w:r>
        <w:separator/>
      </w:r>
    </w:p>
  </w:endnote>
  <w:endnote w:type="continuationSeparator" w:id="0">
    <w:p w:rsidR="00F96016" w:rsidRDefault="00F96016" w:rsidP="0038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016" w:rsidRDefault="00F96016" w:rsidP="00387E1F">
      <w:pPr>
        <w:spacing w:after="0" w:line="240" w:lineRule="auto"/>
      </w:pPr>
      <w:r>
        <w:separator/>
      </w:r>
    </w:p>
  </w:footnote>
  <w:footnote w:type="continuationSeparator" w:id="0">
    <w:p w:rsidR="00F96016" w:rsidRDefault="00F96016" w:rsidP="0038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016" w:rsidRPr="00603541" w:rsidRDefault="00F96016" w:rsidP="006035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8B"/>
    <w:multiLevelType w:val="hybridMultilevel"/>
    <w:tmpl w:val="D1B6C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1C17C7"/>
    <w:multiLevelType w:val="hybridMultilevel"/>
    <w:tmpl w:val="B2784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7345F1A"/>
    <w:multiLevelType w:val="hybridMultilevel"/>
    <w:tmpl w:val="5D063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870FD0"/>
    <w:multiLevelType w:val="hybridMultilevel"/>
    <w:tmpl w:val="954CEB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F"/>
    <w:rsid w:val="0004201F"/>
    <w:rsid w:val="00055D6C"/>
    <w:rsid w:val="00265C8A"/>
    <w:rsid w:val="002A2E54"/>
    <w:rsid w:val="002B7144"/>
    <w:rsid w:val="00387E1F"/>
    <w:rsid w:val="003E6D29"/>
    <w:rsid w:val="00406BCF"/>
    <w:rsid w:val="00416373"/>
    <w:rsid w:val="004C5EA4"/>
    <w:rsid w:val="00564A7C"/>
    <w:rsid w:val="005A5F99"/>
    <w:rsid w:val="00603541"/>
    <w:rsid w:val="00627C55"/>
    <w:rsid w:val="00645A94"/>
    <w:rsid w:val="006619D0"/>
    <w:rsid w:val="0068741E"/>
    <w:rsid w:val="006A0256"/>
    <w:rsid w:val="006F0A01"/>
    <w:rsid w:val="006F3ECA"/>
    <w:rsid w:val="00755FD8"/>
    <w:rsid w:val="007576EA"/>
    <w:rsid w:val="007A35ED"/>
    <w:rsid w:val="007E6880"/>
    <w:rsid w:val="008C36D6"/>
    <w:rsid w:val="008D6E05"/>
    <w:rsid w:val="008F0089"/>
    <w:rsid w:val="00911A4C"/>
    <w:rsid w:val="009D04D8"/>
    <w:rsid w:val="00A224DC"/>
    <w:rsid w:val="00A80259"/>
    <w:rsid w:val="00AC6EC6"/>
    <w:rsid w:val="00AE166F"/>
    <w:rsid w:val="00B52225"/>
    <w:rsid w:val="00C21AEC"/>
    <w:rsid w:val="00D367E2"/>
    <w:rsid w:val="00DA5E3A"/>
    <w:rsid w:val="00E7035F"/>
    <w:rsid w:val="00EE5ED5"/>
    <w:rsid w:val="00F1431B"/>
    <w:rsid w:val="00F85E7F"/>
    <w:rsid w:val="00F96016"/>
    <w:rsid w:val="00FA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35F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7035F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35F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55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244</Words>
  <Characters>1467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 „MŁODZI W BIZNESIE - PRZEDSIĘBIORCZA NYSA”</dc:title>
  <dc:subject/>
  <dc:creator>Ewa Gola</dc:creator>
  <cp:keywords/>
  <dc:description/>
  <cp:lastModifiedBy>TOALE</cp:lastModifiedBy>
  <cp:revision>5</cp:revision>
  <cp:lastPrinted>2018-03-05T13:36:00Z</cp:lastPrinted>
  <dcterms:created xsi:type="dcterms:W3CDTF">2018-01-24T13:27:00Z</dcterms:created>
  <dcterms:modified xsi:type="dcterms:W3CDTF">2018-03-12T07:31:00Z</dcterms:modified>
</cp:coreProperties>
</file>